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B72" w:rsidRDefault="00B9599A" w:rsidP="00B9599A">
      <w:pPr>
        <w:jc w:val="center"/>
        <w:rPr>
          <w:rFonts w:ascii="Arial" w:hAnsi="Arial" w:cs="Arial"/>
        </w:rPr>
      </w:pPr>
      <w:r w:rsidRPr="00B9599A">
        <w:rPr>
          <w:rFonts w:ascii="Arial" w:hAnsi="Arial" w:cs="Arial"/>
          <w:noProof/>
        </w:rPr>
        <w:drawing>
          <wp:inline distT="0" distB="0" distL="0" distR="0">
            <wp:extent cx="2976455" cy="2442701"/>
            <wp:effectExtent l="0" t="0" r="0" b="0"/>
            <wp:docPr id="6" name="Immagine 6" descr="Risultati immagini per IL REGNO DI 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isultati immagini per IL REGNO DI DI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912" cy="245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0B72" w:rsidRPr="00640B72">
        <w:rPr>
          <w:rFonts w:ascii="Arial" w:hAnsi="Arial" w:cs="Arial"/>
          <w:noProof/>
        </w:rPr>
        <w:drawing>
          <wp:inline distT="0" distB="0" distL="0" distR="0" wp14:anchorId="34BDEF92" wp14:editId="759C875B">
            <wp:extent cx="3592726" cy="2442532"/>
            <wp:effectExtent l="0" t="0" r="8255" b="0"/>
            <wp:docPr id="5" name="Immagine 5" descr="http://www.pawcreek.org/media/2011/02/armagedd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awcreek.org/media/2011/02/armageddon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3309"/>
                    <a:stretch/>
                  </pic:blipFill>
                  <pic:spPr bwMode="auto">
                    <a:xfrm>
                      <a:off x="0" y="0"/>
                      <a:ext cx="3719727" cy="252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4441" w:rsidRDefault="00457CE0" w:rsidP="00B9599A">
      <w:pPr>
        <w:jc w:val="center"/>
        <w:rPr>
          <w:rFonts w:ascii="Arial Black" w:hAnsi="Arial Black" w:cs="Arial"/>
          <w:spacing w:val="-6"/>
          <w:sz w:val="104"/>
          <w:szCs w:val="104"/>
        </w:rPr>
      </w:pPr>
      <w:r>
        <w:rPr>
          <w:noProof/>
        </w:rPr>
        <w:drawing>
          <wp:inline distT="0" distB="0" distL="0" distR="0" wp14:anchorId="31E9BB53" wp14:editId="6EC426DB">
            <wp:extent cx="6565397" cy="3895725"/>
            <wp:effectExtent l="0" t="0" r="6985" b="0"/>
            <wp:docPr id="11" name="Immagine 11" descr="http://stregagatta.blog.tiscali.it/files/2007/04/1139bae37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regagatta.blog.tiscali.it/files/2007/04/1139bae373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661" cy="3907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B4441">
        <w:rPr>
          <w:rFonts w:ascii="Arial Black" w:hAnsi="Arial Black" w:cs="Arial"/>
          <w:noProof/>
          <w:spacing w:val="-6"/>
          <w:sz w:val="104"/>
          <w:szCs w:val="104"/>
        </w:rPr>
        <w:drawing>
          <wp:inline distT="0" distB="0" distL="0" distR="0" wp14:anchorId="3B1E6AB0" wp14:editId="18EFA3E1">
            <wp:extent cx="3255598" cy="2456146"/>
            <wp:effectExtent l="0" t="0" r="2540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71" r="291" b="6160"/>
                    <a:stretch/>
                  </pic:blipFill>
                  <pic:spPr bwMode="auto">
                    <a:xfrm>
                      <a:off x="0" y="0"/>
                      <a:ext cx="3295647" cy="248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B4441">
        <w:rPr>
          <w:noProof/>
        </w:rPr>
        <w:drawing>
          <wp:inline distT="0" distB="0" distL="0" distR="0" wp14:anchorId="3C6E9C38" wp14:editId="7A6BF3FF">
            <wp:extent cx="3192203" cy="2454976"/>
            <wp:effectExtent l="0" t="0" r="8255" b="2540"/>
            <wp:docPr id="8" name="Immagine 8" descr="http://previews.123rf.com/images/scanrail/scanrail1203/scanrail120300014/12608734-In-tutto-il-mondo-internazionale-nuvola-concetto-di-comunicazione-di-bandiere-colorate-di-stato-into-Archivio-Fotograf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eviews.123rf.com/images/scanrail/scanrail1203/scanrail120300014/12608734-In-tutto-il-mondo-internazionale-nuvola-concetto-di-comunicazione-di-bandiere-colorate-di-stato-into-Archivio-Fotografic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3" t="7462" r="4199"/>
                    <a:stretch/>
                  </pic:blipFill>
                  <pic:spPr bwMode="auto">
                    <a:xfrm>
                      <a:off x="0" y="0"/>
                      <a:ext cx="3207849" cy="246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599A" w:rsidRPr="00B9599A" w:rsidRDefault="00B9599A" w:rsidP="008B02BC">
      <w:pPr>
        <w:spacing w:line="1200" w:lineRule="exact"/>
        <w:jc w:val="center"/>
        <w:rPr>
          <w:rFonts w:ascii="Arial Black" w:hAnsi="Arial Black" w:cs="Arial"/>
          <w:spacing w:val="-6"/>
          <w:sz w:val="104"/>
          <w:szCs w:val="104"/>
        </w:rPr>
      </w:pPr>
      <w:r w:rsidRPr="00B9599A">
        <w:rPr>
          <w:rFonts w:ascii="Arial Black" w:hAnsi="Arial Black" w:cs="Arial"/>
          <w:spacing w:val="-6"/>
          <w:sz w:val="104"/>
          <w:szCs w:val="104"/>
        </w:rPr>
        <w:t>IL REGNO</w:t>
      </w:r>
      <w:r w:rsidR="00457CE0">
        <w:rPr>
          <w:rFonts w:ascii="Arial Black" w:hAnsi="Arial Black" w:cs="Arial"/>
          <w:spacing w:val="-6"/>
          <w:sz w:val="104"/>
          <w:szCs w:val="104"/>
        </w:rPr>
        <w:t xml:space="preserve"> </w:t>
      </w:r>
      <w:r w:rsidRPr="00B9599A">
        <w:rPr>
          <w:rFonts w:ascii="Arial Black" w:hAnsi="Arial Black" w:cs="Arial"/>
          <w:spacing w:val="-6"/>
          <w:sz w:val="104"/>
          <w:szCs w:val="104"/>
        </w:rPr>
        <w:t>DI DIO</w:t>
      </w:r>
    </w:p>
    <w:p w:rsidR="00B9599A" w:rsidRPr="00B9599A" w:rsidRDefault="00B9599A" w:rsidP="00B9599A">
      <w:pPr>
        <w:jc w:val="right"/>
        <w:rPr>
          <w:rFonts w:ascii="Arial" w:hAnsi="Arial" w:cs="Arial"/>
          <w:b/>
          <w:sz w:val="28"/>
          <w:szCs w:val="28"/>
        </w:rPr>
      </w:pPr>
      <w:r w:rsidRPr="00B9599A">
        <w:rPr>
          <w:rFonts w:ascii="Arial" w:hAnsi="Arial" w:cs="Arial"/>
          <w:b/>
          <w:sz w:val="28"/>
          <w:szCs w:val="28"/>
        </w:rPr>
        <w:t>MC</w:t>
      </w:r>
    </w:p>
    <w:sectPr w:rsidR="00B9599A" w:rsidRPr="00B9599A" w:rsidSect="00457CE0">
      <w:pgSz w:w="11906" w:h="16838"/>
      <w:pgMar w:top="568" w:right="567" w:bottom="284" w:left="567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95pt;height:11.95pt" o:bullet="t">
        <v:imagedata r:id="rId1" o:title="msoE940"/>
      </v:shape>
    </w:pict>
  </w:numPicBullet>
  <w:abstractNum w:abstractNumId="0" w15:restartNumberingAfterBreak="0">
    <w:nsid w:val="009326D4"/>
    <w:multiLevelType w:val="hybridMultilevel"/>
    <w:tmpl w:val="BF36FEE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A4E59"/>
    <w:multiLevelType w:val="hybridMultilevel"/>
    <w:tmpl w:val="D3EA3298"/>
    <w:lvl w:ilvl="0" w:tplc="0410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54A74E5"/>
    <w:multiLevelType w:val="hybridMultilevel"/>
    <w:tmpl w:val="9A227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84700"/>
    <w:multiLevelType w:val="hybridMultilevel"/>
    <w:tmpl w:val="C3761D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5DC71EB"/>
    <w:multiLevelType w:val="hybridMultilevel"/>
    <w:tmpl w:val="3E3A81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D0FD7"/>
    <w:multiLevelType w:val="hybridMultilevel"/>
    <w:tmpl w:val="E02EDFF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9124BC1"/>
    <w:multiLevelType w:val="hybridMultilevel"/>
    <w:tmpl w:val="DA9061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32CE3"/>
    <w:multiLevelType w:val="hybridMultilevel"/>
    <w:tmpl w:val="99F4B75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33A24"/>
    <w:multiLevelType w:val="hybridMultilevel"/>
    <w:tmpl w:val="79C266E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8A303F"/>
    <w:multiLevelType w:val="hybridMultilevel"/>
    <w:tmpl w:val="2962F2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354F6"/>
    <w:rsid w:val="00070740"/>
    <w:rsid w:val="001022BC"/>
    <w:rsid w:val="00142959"/>
    <w:rsid w:val="00143E1F"/>
    <w:rsid w:val="002240BE"/>
    <w:rsid w:val="003304DD"/>
    <w:rsid w:val="00434064"/>
    <w:rsid w:val="004425ED"/>
    <w:rsid w:val="00457CE0"/>
    <w:rsid w:val="00640B72"/>
    <w:rsid w:val="006445B7"/>
    <w:rsid w:val="0082587A"/>
    <w:rsid w:val="008B02BC"/>
    <w:rsid w:val="00922B30"/>
    <w:rsid w:val="0093288D"/>
    <w:rsid w:val="00966D6A"/>
    <w:rsid w:val="00994DAC"/>
    <w:rsid w:val="00A57A9A"/>
    <w:rsid w:val="00AA73A8"/>
    <w:rsid w:val="00AE5108"/>
    <w:rsid w:val="00B03264"/>
    <w:rsid w:val="00B9599A"/>
    <w:rsid w:val="00BD3D7A"/>
    <w:rsid w:val="00CB4441"/>
    <w:rsid w:val="00D21528"/>
    <w:rsid w:val="00F97499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41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7</cp:revision>
  <dcterms:created xsi:type="dcterms:W3CDTF">2016-04-26T05:59:00Z</dcterms:created>
  <dcterms:modified xsi:type="dcterms:W3CDTF">2016-04-29T16:55:00Z</dcterms:modified>
</cp:coreProperties>
</file>